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859D35D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9450EC" w:rsidRPr="009450EC">
        <w:rPr>
          <w:rFonts w:cstheme="minorHAnsi"/>
        </w:rPr>
        <w:t>Zgierz-Pabianice w obrębie: Miasto Aleksandrów Łódzki, Gmina Aleksandrów Łódzki, Gmina Wartkowice</w:t>
      </w:r>
      <w:r w:rsidR="00C13372">
        <w:rPr>
          <w:rFonts w:cstheme="minorHAnsi"/>
          <w:szCs w:val="18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6065F5D9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Pr="00C13372">
        <w:rPr>
          <w:rFonts w:cstheme="minorHAnsi"/>
          <w:b/>
          <w:bCs/>
        </w:rPr>
        <w:t xml:space="preserve">RE </w:t>
      </w:r>
      <w:r w:rsidR="009450EC" w:rsidRPr="009450EC">
        <w:rPr>
          <w:rFonts w:cstheme="minorHAnsi"/>
          <w:b/>
          <w:bCs/>
        </w:rPr>
        <w:t xml:space="preserve">Zgierz-Pabianice </w:t>
      </w:r>
      <w:r w:rsidR="009450EC" w:rsidRPr="009450EC">
        <w:rPr>
          <w:rFonts w:cstheme="minorHAnsi"/>
        </w:rPr>
        <w:t>w obrębie:</w:t>
      </w:r>
      <w:r w:rsidR="009450EC" w:rsidRPr="009450EC">
        <w:rPr>
          <w:rFonts w:cstheme="minorHAnsi"/>
          <w:b/>
          <w:bCs/>
        </w:rPr>
        <w:t xml:space="preserve"> Miasto Aleksandrów Łódzki, Gmina Aleksandrów Łódzki, Gmina Wartkowice</w:t>
      </w:r>
      <w:r w:rsidR="009450EC">
        <w:rPr>
          <w:rFonts w:cstheme="minorHAnsi"/>
          <w:b/>
          <w:bCs/>
        </w:rPr>
        <w:t>.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41F0547A" w:rsidR="00C13372" w:rsidRPr="00C13372" w:rsidRDefault="00E36B7E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E36B7E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Zgierz-Pabianice w obrębie: Miasto Aleksandrów Łódzki, Gmina Aleksandrów Łódzki, Gmina Wartkowice</w:t>
          </w:r>
        </w:p>
        <w:p w14:paraId="1A19274F" w14:textId="1F161BEE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E0053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E36B7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4240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1C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5F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1E00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0E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A677C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DC5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3E18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53F"/>
    <w:rsid w:val="00E12F47"/>
    <w:rsid w:val="00E16545"/>
    <w:rsid w:val="00E2123D"/>
    <w:rsid w:val="00E30B4B"/>
    <w:rsid w:val="00E33932"/>
    <w:rsid w:val="00E36B7E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POST/DYS/OLD/GZ/04240/2025                        </dmsv2SWPP2ObjectNumber>
    <dmsv2SWPP2SumMD5 xmlns="http://schemas.microsoft.com/sharepoint/v3">4698d5fdcb00c6849b9c96eb911786e0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23848402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DPFVW34YURAE-834641568-6227</_dlc_DocId>
    <_dlc_DocIdUrl xmlns="a19cb1c7-c5c7-46d4-85ae-d83685407bba">
      <Url>https://swpp2.dms.gkpge.pl/sites/40/_layouts/15/DocIdRedir.aspx?ID=DPFVW34YURAE-834641568-6227</Url>
      <Description>DPFVW34YURAE-834641568-6227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1CE60-440E-4DFC-BE5B-15EA94A3479A}"/>
</file>

<file path=customXml/itemProps2.xml><?xml version="1.0" encoding="utf-8"?>
<ds:datastoreItem xmlns:ds="http://schemas.openxmlformats.org/officeDocument/2006/customXml" ds:itemID="{CA98D869-A1B2-490C-9ED6-A0EA7DDCB2F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9</cp:revision>
  <cp:lastPrinted>2024-07-15T11:21:00Z</cp:lastPrinted>
  <dcterms:created xsi:type="dcterms:W3CDTF">2025-10-01T10:46:00Z</dcterms:created>
  <dcterms:modified xsi:type="dcterms:W3CDTF">2025-11-25T06:56:00Z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58054c78-4d1f-4f47-b812-cdc9df3cfb8b</vt:lpwstr>
  </property>
</Properties>
</file>